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2E778045" w:rsidR="00B517F1" w:rsidRDefault="00B517F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B517F1" w:rsidRPr="008358EA" w14:paraId="291675AB" w14:textId="77777777" w:rsidTr="00BB7475">
        <w:trPr>
          <w:trHeight w:val="557"/>
        </w:trPr>
        <w:tc>
          <w:tcPr>
            <w:tcW w:w="4111" w:type="dxa"/>
            <w:vAlign w:val="center"/>
          </w:tcPr>
          <w:p w14:paraId="1DB6D339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9D1F40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568B34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55C1821" w14:textId="120396F8" w:rsidR="00B517F1" w:rsidRPr="00D3546F" w:rsidRDefault="00D3546F" w:rsidP="005A2C7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D3546F">
              <w:rPr>
                <w:rFonts w:cs="Arial"/>
                <w:b/>
                <w:color w:val="000000" w:themeColor="text1"/>
                <w:sz w:val="20"/>
                <w:szCs w:val="20"/>
              </w:rPr>
              <w:t>Dodávky vyšetřovacích lehátek pro Krajskou zdravotní, a.s. - 2025</w:t>
            </w:r>
          </w:p>
        </w:tc>
      </w:tr>
      <w:tr w:rsidR="00B517F1" w:rsidRPr="008358EA" w14:paraId="1A813A0A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DACE62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4D0564FE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zadavatele</w:t>
            </w:r>
          </w:p>
          <w:p w14:paraId="6300386B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60389D56" w14:textId="77777777" w:rsidTr="00BB7475">
        <w:trPr>
          <w:trHeight w:val="397"/>
        </w:trPr>
        <w:tc>
          <w:tcPr>
            <w:tcW w:w="4111" w:type="dxa"/>
            <w:vAlign w:val="center"/>
          </w:tcPr>
          <w:p w14:paraId="6A9C4AF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8F44AC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1EE4BF5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88CE4F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Krajská zdravotní, a.s.</w:t>
            </w:r>
          </w:p>
        </w:tc>
      </w:tr>
      <w:tr w:rsidR="00B517F1" w:rsidRPr="008358EA" w14:paraId="3ADC2CC8" w14:textId="77777777" w:rsidTr="00BB7475">
        <w:trPr>
          <w:trHeight w:val="1024"/>
        </w:trPr>
        <w:tc>
          <w:tcPr>
            <w:tcW w:w="4111" w:type="dxa"/>
            <w:vAlign w:val="center"/>
          </w:tcPr>
          <w:p w14:paraId="76F8E2A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451B1407" w14:textId="29C81438" w:rsidR="00B517F1" w:rsidRPr="008358EA" w:rsidRDefault="00B517F1" w:rsidP="00B517F1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Sociální péče 3316/</w:t>
            </w:r>
            <w:proofErr w:type="gramStart"/>
            <w:r w:rsidRPr="008358EA">
              <w:rPr>
                <w:rFonts w:cs="Arial"/>
                <w:sz w:val="20"/>
                <w:szCs w:val="20"/>
              </w:rPr>
              <w:t>12</w:t>
            </w:r>
            <w:r w:rsidR="00B02FA5">
              <w:rPr>
                <w:rFonts w:cs="Arial"/>
                <w:sz w:val="20"/>
                <w:szCs w:val="20"/>
              </w:rPr>
              <w:t>a</w:t>
            </w:r>
            <w:proofErr w:type="gramEnd"/>
            <w:r w:rsidRPr="008358EA">
              <w:rPr>
                <w:rFonts w:cs="Arial"/>
                <w:sz w:val="20"/>
                <w:szCs w:val="20"/>
              </w:rPr>
              <w:t>, 401 13 Ústí nad Labem, společnost zapsaná v obchodním rejstříku vedeném Krajským soudem v Ústí nad Labem pod spisovou značkou B 1550</w:t>
            </w:r>
          </w:p>
        </w:tc>
      </w:tr>
      <w:tr w:rsidR="00B517F1" w:rsidRPr="008358EA" w14:paraId="6DE6A600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2BAE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69E76A5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B517F1" w:rsidRPr="008358EA" w14:paraId="4D47B0A1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447B428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47B386D0" w14:textId="03E12954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026592" w:rsidRPr="008358EA">
              <w:rPr>
                <w:rFonts w:cs="Arial"/>
                <w:bCs/>
                <w:sz w:val="20"/>
                <w:szCs w:val="20"/>
              </w:rPr>
              <w:t>Tomáš Hrubý</w:t>
            </w:r>
            <w:r w:rsidRPr="008358EA">
              <w:rPr>
                <w:rFonts w:cs="Arial"/>
                <w:bCs/>
                <w:sz w:val="20"/>
                <w:szCs w:val="20"/>
              </w:rPr>
              <w:t>, generální ředitel</w:t>
            </w:r>
          </w:p>
        </w:tc>
      </w:tr>
      <w:tr w:rsidR="00B517F1" w:rsidRPr="008358EA" w14:paraId="642D1622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24FECE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5F3F25CA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účastníka</w:t>
            </w:r>
          </w:p>
          <w:p w14:paraId="14999D1D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F91683F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0B703D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781A779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2A6AAFB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9E349C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</w:tr>
      <w:tr w:rsidR="00B517F1" w:rsidRPr="008358EA" w14:paraId="173FB185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85931C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60D645C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22540AC4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18A071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Kategorie účetní jednotky</w:t>
            </w:r>
          </w:p>
          <w:p w14:paraId="273E098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11FFEDD7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B517F1" w:rsidRPr="008358EA" w14:paraId="384C933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D2D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2F0A46D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115807C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6CB9674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1FBC2EB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4A1A37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92E4D9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006318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56028B8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808371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E372E9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06422A13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AB08B7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21E26B7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</w:tbl>
    <w:p w14:paraId="7F5A17A3" w14:textId="77777777" w:rsidR="00B517F1" w:rsidRPr="008358EA" w:rsidRDefault="00B517F1" w:rsidP="00B517F1">
      <w:pPr>
        <w:spacing w:before="240" w:line="240" w:lineRule="auto"/>
        <w:ind w:right="-1"/>
        <w:jc w:val="both"/>
        <w:rPr>
          <w:rFonts w:cs="Arial"/>
          <w:sz w:val="20"/>
          <w:szCs w:val="20"/>
        </w:rPr>
      </w:pPr>
    </w:p>
    <w:p w14:paraId="31C82988" w14:textId="56E1DB19" w:rsidR="00B517F1" w:rsidRPr="008358EA" w:rsidRDefault="00B517F1" w:rsidP="003D4FB3">
      <w:pPr>
        <w:snapToGrid w:val="0"/>
        <w:spacing w:after="120" w:line="240" w:lineRule="auto"/>
        <w:ind w:right="-1"/>
        <w:rPr>
          <w:rFonts w:cs="Arial"/>
          <w:sz w:val="20"/>
          <w:szCs w:val="20"/>
        </w:rPr>
      </w:pPr>
      <w:r w:rsidRPr="008358EA">
        <w:rPr>
          <w:rFonts w:cs="Arial"/>
          <w:sz w:val="20"/>
          <w:szCs w:val="20"/>
        </w:rPr>
        <w:t>V …………… dne 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  <w:t>……………………………………………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  <w:highlight w:val="yellow"/>
        </w:rPr>
        <w:t>Jméno, podpis</w:t>
      </w:r>
    </w:p>
    <w:sectPr w:rsidR="00B517F1" w:rsidRPr="008358EA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59B5" w14:textId="77777777" w:rsidR="0036600F" w:rsidRDefault="0036600F" w:rsidP="004A044C">
      <w:pPr>
        <w:spacing w:line="240" w:lineRule="auto"/>
      </w:pPr>
      <w:r>
        <w:separator/>
      </w:r>
    </w:p>
  </w:endnote>
  <w:endnote w:type="continuationSeparator" w:id="0">
    <w:p w14:paraId="0CFAFFA3" w14:textId="77777777" w:rsidR="0036600F" w:rsidRDefault="0036600F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8E2" w14:textId="77777777" w:rsidR="00F06A0F" w:rsidRDefault="00F06A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68B11BF" w14:textId="25D3750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6A0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45381F2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68B11BF" w14:textId="25D3750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6A0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DEFE" w14:textId="77777777" w:rsidR="00F06A0F" w:rsidRDefault="00F06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CF41" w14:textId="77777777" w:rsidR="0036600F" w:rsidRDefault="0036600F" w:rsidP="004A044C">
      <w:pPr>
        <w:spacing w:line="240" w:lineRule="auto"/>
      </w:pPr>
      <w:r>
        <w:separator/>
      </w:r>
    </w:p>
  </w:footnote>
  <w:footnote w:type="continuationSeparator" w:id="0">
    <w:p w14:paraId="2CFA124E" w14:textId="77777777" w:rsidR="0036600F" w:rsidRDefault="0036600F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A5F" w14:textId="77777777" w:rsidR="00F06A0F" w:rsidRDefault="00F06A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397" w14:textId="77777777" w:rsidR="00F06A0F" w:rsidRDefault="00F06A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37.2pt;height:37.2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26592"/>
    <w:rsid w:val="00047F4E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9191E"/>
    <w:rsid w:val="001C39F1"/>
    <w:rsid w:val="001C7B70"/>
    <w:rsid w:val="001E3FEB"/>
    <w:rsid w:val="00240FFA"/>
    <w:rsid w:val="00241EAC"/>
    <w:rsid w:val="00260DDE"/>
    <w:rsid w:val="0026591C"/>
    <w:rsid w:val="0031358D"/>
    <w:rsid w:val="00314267"/>
    <w:rsid w:val="00331F3A"/>
    <w:rsid w:val="00353FB2"/>
    <w:rsid w:val="0036600F"/>
    <w:rsid w:val="00392423"/>
    <w:rsid w:val="003B3991"/>
    <w:rsid w:val="003D4DF8"/>
    <w:rsid w:val="003D4FB3"/>
    <w:rsid w:val="004040C6"/>
    <w:rsid w:val="00462009"/>
    <w:rsid w:val="0047111E"/>
    <w:rsid w:val="004734BC"/>
    <w:rsid w:val="004A044C"/>
    <w:rsid w:val="004A68D9"/>
    <w:rsid w:val="004C6686"/>
    <w:rsid w:val="00507B10"/>
    <w:rsid w:val="00540947"/>
    <w:rsid w:val="005512FF"/>
    <w:rsid w:val="00580EDE"/>
    <w:rsid w:val="005964DC"/>
    <w:rsid w:val="005A2C71"/>
    <w:rsid w:val="005B402A"/>
    <w:rsid w:val="005C64DB"/>
    <w:rsid w:val="005E3326"/>
    <w:rsid w:val="006152E7"/>
    <w:rsid w:val="00657FE1"/>
    <w:rsid w:val="006705B5"/>
    <w:rsid w:val="006A1051"/>
    <w:rsid w:val="006C53A2"/>
    <w:rsid w:val="006C7144"/>
    <w:rsid w:val="006E2395"/>
    <w:rsid w:val="006F2635"/>
    <w:rsid w:val="0071483B"/>
    <w:rsid w:val="0074267E"/>
    <w:rsid w:val="007476D3"/>
    <w:rsid w:val="008070D0"/>
    <w:rsid w:val="00824631"/>
    <w:rsid w:val="00830421"/>
    <w:rsid w:val="00832662"/>
    <w:rsid w:val="008358EA"/>
    <w:rsid w:val="008650CD"/>
    <w:rsid w:val="0088242C"/>
    <w:rsid w:val="008E311B"/>
    <w:rsid w:val="008F4FC4"/>
    <w:rsid w:val="008F6A0E"/>
    <w:rsid w:val="00932EB1"/>
    <w:rsid w:val="009876AE"/>
    <w:rsid w:val="00994C7B"/>
    <w:rsid w:val="009969EB"/>
    <w:rsid w:val="009A699B"/>
    <w:rsid w:val="009C24DA"/>
    <w:rsid w:val="00A037B7"/>
    <w:rsid w:val="00A15D6B"/>
    <w:rsid w:val="00A31EB3"/>
    <w:rsid w:val="00A77944"/>
    <w:rsid w:val="00A83325"/>
    <w:rsid w:val="00AA676B"/>
    <w:rsid w:val="00AB233A"/>
    <w:rsid w:val="00AB3597"/>
    <w:rsid w:val="00AE5F99"/>
    <w:rsid w:val="00AF22E6"/>
    <w:rsid w:val="00B02FA5"/>
    <w:rsid w:val="00B04E80"/>
    <w:rsid w:val="00B06218"/>
    <w:rsid w:val="00B06E4C"/>
    <w:rsid w:val="00B25962"/>
    <w:rsid w:val="00B34585"/>
    <w:rsid w:val="00B517F1"/>
    <w:rsid w:val="00B92245"/>
    <w:rsid w:val="00B93166"/>
    <w:rsid w:val="00BA0091"/>
    <w:rsid w:val="00BC0A5A"/>
    <w:rsid w:val="00BC3DE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3546F"/>
    <w:rsid w:val="00D47E6C"/>
    <w:rsid w:val="00D6067A"/>
    <w:rsid w:val="00D7639E"/>
    <w:rsid w:val="00D9237F"/>
    <w:rsid w:val="00DB52CE"/>
    <w:rsid w:val="00DE56F9"/>
    <w:rsid w:val="00E01B24"/>
    <w:rsid w:val="00E1346F"/>
    <w:rsid w:val="00E3405C"/>
    <w:rsid w:val="00E3756C"/>
    <w:rsid w:val="00E87CBA"/>
    <w:rsid w:val="00E94005"/>
    <w:rsid w:val="00EA772B"/>
    <w:rsid w:val="00EE60B1"/>
    <w:rsid w:val="00F06A0F"/>
    <w:rsid w:val="00F37091"/>
    <w:rsid w:val="00F744AB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15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E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E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22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36</cp:revision>
  <cp:lastPrinted>2025-02-20T13:28:00Z</cp:lastPrinted>
  <dcterms:created xsi:type="dcterms:W3CDTF">2025-05-21T06:59:00Z</dcterms:created>
  <dcterms:modified xsi:type="dcterms:W3CDTF">2025-09-29T08:12:00Z</dcterms:modified>
</cp:coreProperties>
</file>